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04F9C73-5787-4598-8219-DE8ECABC2CC5}"/>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